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C39A352" w14:textId="77777777" w:rsidR="001203FE" w:rsidRPr="009C54AE" w:rsidRDefault="001203FE" w:rsidP="001203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3B651F" w14:textId="2BEE7720" w:rsidR="001203FE" w:rsidRPr="009C54AE" w:rsidRDefault="001203FE" w:rsidP="001203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7408E9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408E9">
        <w:rPr>
          <w:rFonts w:ascii="Corbel" w:hAnsi="Corbel"/>
          <w:b/>
          <w:smallCaps/>
          <w:sz w:val="24"/>
          <w:szCs w:val="24"/>
        </w:rPr>
        <w:t>3</w:t>
      </w:r>
    </w:p>
    <w:p w14:paraId="23A3120E" w14:textId="77777777" w:rsidR="001203FE" w:rsidRDefault="001203FE" w:rsidP="001203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1F87AFA" w14:textId="40784E09" w:rsidR="001203FE" w:rsidRPr="00EA4832" w:rsidRDefault="001203FE" w:rsidP="001203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408E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408E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492A521" w14:textId="77777777" w:rsidR="001203FE" w:rsidRPr="009C54AE" w:rsidRDefault="001203FE" w:rsidP="001203F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BDA2888" w14:textId="622A1B2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205AFB7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C2658E2" w:rsidR="0085747A" w:rsidRPr="009C54AE" w:rsidRDefault="00E066F7" w:rsidP="00476E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30D5F1B3" w:rsidR="0085747A" w:rsidRPr="009C54AE" w:rsidRDefault="00E542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4742A44C" w:rsidR="00923D7D" w:rsidRPr="009C54AE" w:rsidRDefault="00857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angielski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48E46227" w:rsidR="00627FF5" w:rsidRPr="009C54AE" w:rsidRDefault="00627FF5" w:rsidP="0034268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2FA0F3D" w:rsidR="00015B8F" w:rsidRPr="009C54AE" w:rsidRDefault="000552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46BF1CFA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1912EB17" w:rsidR="00A17DF2" w:rsidRDefault="000552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17DF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CC77C36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2E7A" w:rsidRPr="009C54AE" w14:paraId="62C0927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8D3" w14:textId="53474B3C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B12A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8249" w14:textId="2999856D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DED3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EFE2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A9E2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3BD1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6603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7DEB" w14:textId="77777777" w:rsidR="006D2E7A" w:rsidRPr="009C54AE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91E3" w14:textId="01A05D13" w:rsidR="006D2E7A" w:rsidRDefault="006D2E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419A9857" w:rsidR="0085747A" w:rsidRPr="00EA2B1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77777777" w:rsidR="0085747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5169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5169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162DB4">
            <w:pPr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AF7AEF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212BDA00" w:rsidR="00F0138A" w:rsidRDefault="008C2B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Wykonanie bibliografii. </w:t>
            </w:r>
          </w:p>
          <w:p w14:paraId="158388E2" w14:textId="4729533F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539C5D22" w:rsidR="0085747A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45C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017C3130" w:rsidR="00C61DC5" w:rsidRPr="009C54AE" w:rsidRDefault="00C61DC5" w:rsidP="00EA0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092A99CB" w:rsidR="00C61DC5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2B0BD40A" w:rsidR="00C61DC5" w:rsidRPr="009C54AE" w:rsidRDefault="00055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49029B8D" w14:textId="77777777" w:rsidR="00CD4E7F" w:rsidRDefault="0085747A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8E7E655" w14:textId="100FCB9A" w:rsidR="00FC555C" w:rsidRPr="00CD4E7F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</w:p>
          <w:p w14:paraId="0F5E680B" w14:textId="30D4DD21" w:rsidR="00FC555C" w:rsidRPr="00FC555C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</w:p>
          <w:p w14:paraId="2B63067C" w14:textId="251FC0B4" w:rsidR="00FC555C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2C3ECB62" w14:textId="23756C43" w:rsidR="00FC555C" w:rsidRPr="00857E64" w:rsidRDefault="00FC555C" w:rsidP="00FC55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35467DB0" w:rsidR="0085747A" w:rsidRPr="00B23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5A870EC0" w14:textId="6CB1FC99" w:rsidR="00857E64" w:rsidRDefault="00857E64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3346A81" w14:textId="5F959881" w:rsidR="00FC555C" w:rsidRPr="00CD4E7F" w:rsidRDefault="00FC555C" w:rsidP="00CD4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7882EA1C" w14:textId="09086E20" w:rsidR="009655FC" w:rsidRPr="00E5427B" w:rsidRDefault="00857E64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30C6EC4" w14:textId="2C1D3B91" w:rsidR="009655FC" w:rsidRPr="009655FC" w:rsidRDefault="009655FC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7A3A0E81" w14:textId="1F023B8F" w:rsidR="009655FC" w:rsidRPr="00857E64" w:rsidRDefault="009655FC" w:rsidP="00CD4E7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385F850A" w:rsidR="00FA1DF4" w:rsidRPr="009D672D" w:rsidRDefault="00FA1DF4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43A5" w14:textId="77777777" w:rsidR="00806213" w:rsidRDefault="00806213" w:rsidP="00C16ABF">
      <w:pPr>
        <w:spacing w:after="0" w:line="240" w:lineRule="auto"/>
      </w:pPr>
      <w:r>
        <w:separator/>
      </w:r>
    </w:p>
  </w:endnote>
  <w:endnote w:type="continuationSeparator" w:id="0">
    <w:p w14:paraId="5A4E84C5" w14:textId="77777777" w:rsidR="00806213" w:rsidRDefault="00806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56DAF" w14:textId="77777777" w:rsidR="00806213" w:rsidRDefault="00806213" w:rsidP="00C16ABF">
      <w:pPr>
        <w:spacing w:after="0" w:line="240" w:lineRule="auto"/>
      </w:pPr>
      <w:r>
        <w:separator/>
      </w:r>
    </w:p>
  </w:footnote>
  <w:footnote w:type="continuationSeparator" w:id="0">
    <w:p w14:paraId="07DF356A" w14:textId="77777777" w:rsidR="00806213" w:rsidRDefault="00806213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5524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A2F"/>
    <w:rsid w:val="000F1C57"/>
    <w:rsid w:val="000F5615"/>
    <w:rsid w:val="001203FE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2F37"/>
    <w:rsid w:val="001A70D2"/>
    <w:rsid w:val="001C1183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2681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E12"/>
    <w:rsid w:val="004840FD"/>
    <w:rsid w:val="00490F7D"/>
    <w:rsid w:val="00491678"/>
    <w:rsid w:val="004968E2"/>
    <w:rsid w:val="0049754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27F4B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5188"/>
    <w:rsid w:val="005E6E85"/>
    <w:rsid w:val="005F31D2"/>
    <w:rsid w:val="0061029B"/>
    <w:rsid w:val="00617230"/>
    <w:rsid w:val="00621CE1"/>
    <w:rsid w:val="00627FC9"/>
    <w:rsid w:val="00627FF5"/>
    <w:rsid w:val="00647FA8"/>
    <w:rsid w:val="00650C5F"/>
    <w:rsid w:val="00654934"/>
    <w:rsid w:val="006620D9"/>
    <w:rsid w:val="006711FD"/>
    <w:rsid w:val="00671958"/>
    <w:rsid w:val="00675843"/>
    <w:rsid w:val="0067752E"/>
    <w:rsid w:val="00696477"/>
    <w:rsid w:val="006B2962"/>
    <w:rsid w:val="006D050F"/>
    <w:rsid w:val="006D2E7A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E9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4290"/>
    <w:rsid w:val="007A68A8"/>
    <w:rsid w:val="007A6E6E"/>
    <w:rsid w:val="007C3299"/>
    <w:rsid w:val="007C3BCC"/>
    <w:rsid w:val="007C4546"/>
    <w:rsid w:val="007D6E56"/>
    <w:rsid w:val="007F4155"/>
    <w:rsid w:val="00806213"/>
    <w:rsid w:val="0081554D"/>
    <w:rsid w:val="0081707E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12C9"/>
    <w:rsid w:val="008F3480"/>
    <w:rsid w:val="008F6E29"/>
    <w:rsid w:val="00916188"/>
    <w:rsid w:val="00923D7D"/>
    <w:rsid w:val="009459E9"/>
    <w:rsid w:val="00950210"/>
    <w:rsid w:val="009508DF"/>
    <w:rsid w:val="00950DAC"/>
    <w:rsid w:val="00954A07"/>
    <w:rsid w:val="00962F09"/>
    <w:rsid w:val="009655FC"/>
    <w:rsid w:val="009848F9"/>
    <w:rsid w:val="00997F14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92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A4D59"/>
    <w:rsid w:val="00BB520A"/>
    <w:rsid w:val="00BD3869"/>
    <w:rsid w:val="00BD66E9"/>
    <w:rsid w:val="00BD6FF4"/>
    <w:rsid w:val="00BF2C41"/>
    <w:rsid w:val="00C058B4"/>
    <w:rsid w:val="00C05F44"/>
    <w:rsid w:val="00C10DD3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BC9"/>
    <w:rsid w:val="00CD4E7F"/>
    <w:rsid w:val="00CD6897"/>
    <w:rsid w:val="00CE5BAC"/>
    <w:rsid w:val="00CF25BE"/>
    <w:rsid w:val="00CF78ED"/>
    <w:rsid w:val="00D02B25"/>
    <w:rsid w:val="00D02EBA"/>
    <w:rsid w:val="00D17C3C"/>
    <w:rsid w:val="00D26B2C"/>
    <w:rsid w:val="00D3321D"/>
    <w:rsid w:val="00D352C9"/>
    <w:rsid w:val="00D425B2"/>
    <w:rsid w:val="00D428D6"/>
    <w:rsid w:val="00D552B2"/>
    <w:rsid w:val="00D608D1"/>
    <w:rsid w:val="00D74119"/>
    <w:rsid w:val="00D75825"/>
    <w:rsid w:val="00D8075B"/>
    <w:rsid w:val="00D8678B"/>
    <w:rsid w:val="00D94E92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5427B"/>
    <w:rsid w:val="00E63348"/>
    <w:rsid w:val="00E742AA"/>
    <w:rsid w:val="00E77E88"/>
    <w:rsid w:val="00E8107D"/>
    <w:rsid w:val="00E960BB"/>
    <w:rsid w:val="00EA0FBB"/>
    <w:rsid w:val="00EA2074"/>
    <w:rsid w:val="00EA2B1E"/>
    <w:rsid w:val="00EA4832"/>
    <w:rsid w:val="00EA4E9D"/>
    <w:rsid w:val="00EA55F4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E61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299F8FA3-838C-4378-9A58-61373D49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3915-6CAA-42CA-98CC-04948DD5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1600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2020-10-19T10:13:00Z</cp:lastPrinted>
  <dcterms:created xsi:type="dcterms:W3CDTF">2019-10-23T12:36:00Z</dcterms:created>
  <dcterms:modified xsi:type="dcterms:W3CDTF">2021-09-08T08:08:00Z</dcterms:modified>
</cp:coreProperties>
</file>